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B95" w:rsidRPr="00726B8E" w:rsidRDefault="00580D11" w:rsidP="001A4A7D">
      <w:pPr>
        <w:spacing w:line="360" w:lineRule="auto"/>
        <w:jc w:val="center"/>
        <w:rPr>
          <w:rFonts w:ascii="Verdana" w:hAnsi="Verdana" w:cstheme="minorHAnsi"/>
          <w:b/>
          <w:sz w:val="36"/>
          <w:szCs w:val="28"/>
          <w:u w:val="single"/>
        </w:rPr>
      </w:pPr>
      <w:r>
        <w:rPr>
          <w:rFonts w:ascii="Verdana" w:hAnsi="Verdana" w:cstheme="minorHAnsi"/>
          <w:b/>
          <w:sz w:val="36"/>
          <w:szCs w:val="28"/>
        </w:rPr>
        <w:t>“</w:t>
      </w:r>
      <w:r w:rsidR="00674B95" w:rsidRPr="00B56FFF">
        <w:rPr>
          <w:rFonts w:ascii="Verdana" w:hAnsi="Verdana" w:cstheme="minorHAnsi"/>
          <w:b/>
          <w:sz w:val="36"/>
          <w:szCs w:val="28"/>
        </w:rPr>
        <w:t>Creativi Digitali</w:t>
      </w:r>
      <w:r>
        <w:rPr>
          <w:rFonts w:ascii="Verdana" w:hAnsi="Verdana" w:cstheme="minorHAnsi"/>
          <w:b/>
          <w:sz w:val="36"/>
          <w:szCs w:val="28"/>
        </w:rPr>
        <w:t>”</w:t>
      </w:r>
      <w:r w:rsidR="00674B95" w:rsidRPr="00B56FFF">
        <w:rPr>
          <w:rFonts w:ascii="Verdana" w:hAnsi="Verdana" w:cstheme="minorHAnsi"/>
          <w:b/>
          <w:sz w:val="36"/>
          <w:szCs w:val="28"/>
        </w:rPr>
        <w:t xml:space="preserve"> illumina Milano con </w:t>
      </w:r>
      <w:proofErr w:type="spellStart"/>
      <w:r w:rsidR="00674B95" w:rsidRPr="00580D11">
        <w:rPr>
          <w:rFonts w:ascii="Verdana" w:hAnsi="Verdana" w:cstheme="minorHAnsi"/>
          <w:b/>
          <w:i/>
          <w:sz w:val="40"/>
          <w:szCs w:val="28"/>
        </w:rPr>
        <w:t>Merry</w:t>
      </w:r>
      <w:proofErr w:type="spellEnd"/>
      <w:r w:rsidR="00674B95" w:rsidRPr="00580D11">
        <w:rPr>
          <w:rFonts w:ascii="Verdana" w:hAnsi="Verdana" w:cstheme="minorHAnsi"/>
          <w:b/>
          <w:i/>
          <w:sz w:val="40"/>
          <w:szCs w:val="28"/>
        </w:rPr>
        <w:t xml:space="preserve"> </w:t>
      </w:r>
      <w:proofErr w:type="spellStart"/>
      <w:r w:rsidR="00674B95" w:rsidRPr="00580D11">
        <w:rPr>
          <w:rFonts w:ascii="Verdana" w:hAnsi="Verdana" w:cstheme="minorHAnsi"/>
          <w:b/>
          <w:i/>
          <w:sz w:val="40"/>
          <w:szCs w:val="28"/>
        </w:rPr>
        <w:t>Flashmas</w:t>
      </w:r>
      <w:proofErr w:type="spellEnd"/>
      <w:r w:rsidR="00674B95" w:rsidRPr="00B56FFF">
        <w:rPr>
          <w:rFonts w:ascii="Verdana" w:hAnsi="Verdana" w:cstheme="minorHAnsi"/>
          <w:b/>
          <w:sz w:val="36"/>
          <w:szCs w:val="28"/>
        </w:rPr>
        <w:t xml:space="preserve"> per un Natale speciale</w:t>
      </w:r>
      <w:bookmarkStart w:id="0" w:name="_GoBack"/>
      <w:bookmarkEnd w:id="0"/>
    </w:p>
    <w:p w:rsidR="001A4A7D" w:rsidRPr="00B56FFF" w:rsidRDefault="001A4A7D" w:rsidP="001A4A7D">
      <w:pPr>
        <w:spacing w:line="360" w:lineRule="auto"/>
        <w:jc w:val="center"/>
        <w:rPr>
          <w:rFonts w:ascii="Verdana" w:hAnsi="Verdana" w:cstheme="minorHAnsi"/>
          <w:b/>
          <w:sz w:val="36"/>
          <w:szCs w:val="28"/>
        </w:rPr>
      </w:pPr>
    </w:p>
    <w:p w:rsidR="00674B95" w:rsidRDefault="00674B95" w:rsidP="001A4A7D">
      <w:pPr>
        <w:spacing w:line="360" w:lineRule="auto"/>
        <w:jc w:val="both"/>
        <w:rPr>
          <w:rFonts w:ascii="Verdana" w:hAnsi="Verdana" w:cstheme="minorHAnsi"/>
          <w:b/>
          <w:i/>
          <w:color w:val="FF0000"/>
          <w:sz w:val="28"/>
        </w:rPr>
      </w:pPr>
      <w:r w:rsidRPr="001A4A7D">
        <w:rPr>
          <w:rFonts w:ascii="Verdana" w:hAnsi="Verdana" w:cstheme="minorHAnsi"/>
          <w:b/>
          <w:i/>
          <w:color w:val="FF0000"/>
          <w:sz w:val="28"/>
        </w:rPr>
        <w:t>Un albero di Natale vivente e luminoso per gli auguri di un Natale di speranza e felicità per tutti</w:t>
      </w:r>
    </w:p>
    <w:p w:rsidR="001A4A7D" w:rsidRPr="00D420FE" w:rsidRDefault="00D420FE" w:rsidP="001A4A7D">
      <w:pPr>
        <w:spacing w:line="360" w:lineRule="auto"/>
        <w:jc w:val="both"/>
        <w:rPr>
          <w:rFonts w:ascii="Verdana" w:hAnsi="Verdana" w:cstheme="minorHAnsi"/>
          <w:color w:val="000000" w:themeColor="text1"/>
          <w:sz w:val="28"/>
        </w:rPr>
      </w:pPr>
      <w:r w:rsidRPr="00D420FE">
        <w:rPr>
          <w:rFonts w:ascii="Verdana" w:hAnsi="Verdana" w:cstheme="minorHAnsi"/>
          <w:color w:val="000000" w:themeColor="text1"/>
          <w:sz w:val="28"/>
        </w:rPr>
        <w:t xml:space="preserve">La </w:t>
      </w:r>
      <w:proofErr w:type="spellStart"/>
      <w:r w:rsidRPr="00D420FE">
        <w:rPr>
          <w:rFonts w:ascii="Verdana" w:hAnsi="Verdana" w:cstheme="minorHAnsi"/>
          <w:color w:val="000000" w:themeColor="text1"/>
          <w:sz w:val="28"/>
        </w:rPr>
        <w:t>crew</w:t>
      </w:r>
      <w:proofErr w:type="spellEnd"/>
      <w:r w:rsidRPr="00D420FE">
        <w:rPr>
          <w:rFonts w:ascii="Verdana" w:hAnsi="Verdana" w:cstheme="minorHAnsi"/>
          <w:color w:val="000000" w:themeColor="text1"/>
          <w:sz w:val="28"/>
        </w:rPr>
        <w:t xml:space="preserve"> di </w:t>
      </w:r>
      <w:r w:rsidRPr="00A25CE5">
        <w:rPr>
          <w:rFonts w:ascii="Verdana" w:hAnsi="Verdana" w:cstheme="minorHAnsi"/>
          <w:b/>
          <w:color w:val="000000" w:themeColor="text1"/>
          <w:sz w:val="28"/>
        </w:rPr>
        <w:t xml:space="preserve">Flash </w:t>
      </w:r>
      <w:proofErr w:type="spellStart"/>
      <w:r w:rsidRPr="00A25CE5">
        <w:rPr>
          <w:rFonts w:ascii="Verdana" w:hAnsi="Verdana" w:cstheme="minorHAnsi"/>
          <w:b/>
          <w:color w:val="000000" w:themeColor="text1"/>
          <w:sz w:val="28"/>
        </w:rPr>
        <w:t>Mob</w:t>
      </w:r>
      <w:proofErr w:type="spellEnd"/>
      <w:r w:rsidRPr="00A25CE5">
        <w:rPr>
          <w:rFonts w:ascii="Verdana" w:hAnsi="Verdana" w:cstheme="minorHAnsi"/>
          <w:b/>
          <w:color w:val="000000" w:themeColor="text1"/>
          <w:sz w:val="28"/>
        </w:rPr>
        <w:t xml:space="preserve"> Milano</w:t>
      </w:r>
      <w:r w:rsidRPr="00D420FE">
        <w:rPr>
          <w:rFonts w:ascii="Verdana" w:hAnsi="Verdana" w:cstheme="minorHAnsi"/>
          <w:color w:val="000000" w:themeColor="text1"/>
          <w:sz w:val="28"/>
        </w:rPr>
        <w:t xml:space="preserve"> si attiva nu</w:t>
      </w:r>
      <w:r>
        <w:rPr>
          <w:rFonts w:ascii="Verdana" w:hAnsi="Verdana" w:cstheme="minorHAnsi"/>
          <w:color w:val="000000" w:themeColor="text1"/>
          <w:sz w:val="28"/>
        </w:rPr>
        <w:t>ovamente per un evento speciale ed emozionante.</w:t>
      </w:r>
    </w:p>
    <w:p w:rsidR="00674B95" w:rsidRPr="00580D11" w:rsidRDefault="00674B95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 w:rsidRPr="00580D11">
        <w:rPr>
          <w:rFonts w:ascii="Verdana" w:hAnsi="Verdana" w:cstheme="minorHAnsi"/>
          <w:sz w:val="24"/>
          <w:szCs w:val="24"/>
        </w:rPr>
        <w:t xml:space="preserve">Sabato </w:t>
      </w:r>
      <w:r w:rsidRPr="00580D11">
        <w:rPr>
          <w:rFonts w:ascii="Verdana" w:hAnsi="Verdana" w:cstheme="minorHAnsi"/>
          <w:b/>
          <w:sz w:val="24"/>
          <w:szCs w:val="24"/>
        </w:rPr>
        <w:t>17 dicembre 2011</w:t>
      </w:r>
      <w:r w:rsidRPr="00580D11">
        <w:rPr>
          <w:rFonts w:ascii="Verdana" w:hAnsi="Verdana" w:cstheme="minorHAnsi"/>
          <w:sz w:val="24"/>
          <w:szCs w:val="24"/>
        </w:rPr>
        <w:t xml:space="preserve"> </w:t>
      </w:r>
      <w:r w:rsidR="00B56FFF" w:rsidRPr="00580D11">
        <w:rPr>
          <w:rFonts w:ascii="Verdana" w:hAnsi="Verdana" w:cstheme="minorHAnsi"/>
          <w:sz w:val="24"/>
          <w:szCs w:val="24"/>
        </w:rPr>
        <w:t>a partire d</w:t>
      </w:r>
      <w:r w:rsidRPr="00580D11">
        <w:rPr>
          <w:rFonts w:ascii="Verdana" w:hAnsi="Verdana" w:cstheme="minorHAnsi"/>
          <w:sz w:val="24"/>
          <w:szCs w:val="24"/>
        </w:rPr>
        <w:t>alle ore</w:t>
      </w:r>
      <w:r w:rsidRPr="00580D11">
        <w:rPr>
          <w:rFonts w:ascii="Verdana" w:hAnsi="Verdana" w:cstheme="minorHAnsi"/>
          <w:b/>
          <w:sz w:val="24"/>
          <w:szCs w:val="24"/>
        </w:rPr>
        <w:t xml:space="preserve"> 16:00 </w:t>
      </w:r>
      <w:r w:rsidRPr="00580D11">
        <w:rPr>
          <w:rFonts w:ascii="Verdana" w:hAnsi="Verdana" w:cstheme="minorHAnsi"/>
          <w:sz w:val="24"/>
          <w:szCs w:val="24"/>
        </w:rPr>
        <w:t xml:space="preserve">a </w:t>
      </w:r>
      <w:r w:rsidRPr="00580D11">
        <w:rPr>
          <w:rFonts w:ascii="Verdana" w:hAnsi="Verdana" w:cstheme="minorHAnsi"/>
          <w:b/>
          <w:sz w:val="24"/>
          <w:szCs w:val="24"/>
        </w:rPr>
        <w:t>Milano</w:t>
      </w:r>
      <w:r w:rsidRPr="00580D11">
        <w:rPr>
          <w:rFonts w:ascii="Verdana" w:hAnsi="Verdana" w:cstheme="minorHAnsi"/>
          <w:sz w:val="24"/>
          <w:szCs w:val="24"/>
        </w:rPr>
        <w:t xml:space="preserve">, proprio di fronte all’Arco della Pace, </w:t>
      </w:r>
      <w:r w:rsidR="00B56FFF" w:rsidRPr="00580D11">
        <w:rPr>
          <w:rStyle w:val="apple-converted-space"/>
          <w:rFonts w:ascii="Verdana" w:hAnsi="Verdana" w:cs="Lucida Sans Unicode"/>
          <w:color w:val="000000"/>
          <w:sz w:val="24"/>
          <w:szCs w:val="24"/>
          <w:shd w:val="clear" w:color="auto" w:fill="FAFBFC"/>
        </w:rPr>
        <w:t> </w:t>
      </w:r>
      <w:r w:rsidR="00B56FFF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ci </w:t>
      </w:r>
      <w:r w:rsidR="00A25CE5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scambieremo</w:t>
      </w:r>
      <w:r w:rsidR="00B56FFF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gli auguri di buone feste</w:t>
      </w:r>
      <w:r w:rsidR="00B56FFF" w:rsidRPr="00580D11">
        <w:rPr>
          <w:rStyle w:val="apple-converted-space"/>
          <w:rFonts w:ascii="Verdana" w:hAnsi="Verdana" w:cs="Lucida Sans Unicode"/>
          <w:b/>
          <w:bCs/>
          <w:color w:val="000000"/>
          <w:sz w:val="24"/>
          <w:szCs w:val="24"/>
          <w:shd w:val="clear" w:color="auto" w:fill="FAFBFC"/>
        </w:rPr>
        <w:t> </w:t>
      </w:r>
      <w:r w:rsidR="00B56FFF" w:rsidRPr="00580D11">
        <w:rPr>
          <w:rStyle w:val="Enfasigrassetto"/>
          <w:rFonts w:ascii="Verdana" w:hAnsi="Verdana" w:cs="Lucida Sans Unicode"/>
          <w:color w:val="000000"/>
          <w:sz w:val="24"/>
          <w:szCs w:val="24"/>
          <w:shd w:val="clear" w:color="auto" w:fill="FAFBFC"/>
        </w:rPr>
        <w:t>in modo non convenzionale</w:t>
      </w:r>
      <w:r w:rsidR="00B56FFF" w:rsidRPr="00580D11">
        <w:rPr>
          <w:rStyle w:val="apple-converted-space"/>
          <w:rFonts w:ascii="Verdana" w:hAnsi="Verdana" w:cs="Lucida Sans Unicode"/>
          <w:color w:val="000000"/>
          <w:sz w:val="24"/>
          <w:szCs w:val="24"/>
          <w:shd w:val="clear" w:color="auto" w:fill="FAFBFC"/>
        </w:rPr>
        <w:t> </w:t>
      </w:r>
      <w:r w:rsidR="00B56FFF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con “</w:t>
      </w:r>
      <w:proofErr w:type="spellStart"/>
      <w:r w:rsidR="00FD665D">
        <w:rPr>
          <w:rStyle w:val="apple-style-span"/>
          <w:rFonts w:ascii="Verdana" w:hAnsi="Verdana" w:cs="Lucida Sans Unicode"/>
          <w:i/>
          <w:color w:val="000000"/>
          <w:sz w:val="24"/>
          <w:szCs w:val="24"/>
          <w:shd w:val="clear" w:color="auto" w:fill="FAFBFC"/>
        </w:rPr>
        <w:fldChar w:fldCharType="begin"/>
      </w:r>
      <w:r w:rsidR="00FD665D">
        <w:rPr>
          <w:rStyle w:val="apple-style-span"/>
          <w:rFonts w:ascii="Verdana" w:hAnsi="Verdana" w:cs="Lucida Sans Unicode"/>
          <w:i/>
          <w:color w:val="000000"/>
          <w:sz w:val="24"/>
          <w:szCs w:val="24"/>
          <w:shd w:val="clear" w:color="auto" w:fill="FAFBFC"/>
        </w:rPr>
        <w:instrText xml:space="preserve"> HYPERLINK "https://www.facebook.com/event.php?eid=298613740150772" </w:instrText>
      </w:r>
      <w:r w:rsidR="00FD665D">
        <w:rPr>
          <w:rStyle w:val="apple-style-span"/>
          <w:rFonts w:ascii="Verdana" w:hAnsi="Verdana" w:cs="Lucida Sans Unicode"/>
          <w:i/>
          <w:color w:val="000000"/>
          <w:sz w:val="24"/>
          <w:szCs w:val="24"/>
          <w:shd w:val="clear" w:color="auto" w:fill="FAFBFC"/>
        </w:rPr>
        <w:fldChar w:fldCharType="separate"/>
      </w:r>
      <w:r w:rsidR="00B56FFF" w:rsidRPr="00FD665D">
        <w:rPr>
          <w:rStyle w:val="Collegamentoipertestuale"/>
          <w:rFonts w:ascii="Verdana" w:hAnsi="Verdana" w:cs="Lucida Sans Unicode"/>
          <w:i/>
          <w:sz w:val="24"/>
          <w:szCs w:val="24"/>
          <w:shd w:val="clear" w:color="auto" w:fill="FAFBFC"/>
        </w:rPr>
        <w:t>Merry</w:t>
      </w:r>
      <w:proofErr w:type="spellEnd"/>
      <w:r w:rsidR="00B56FFF" w:rsidRPr="00FD665D">
        <w:rPr>
          <w:rStyle w:val="Collegamentoipertestuale"/>
          <w:rFonts w:ascii="Verdana" w:hAnsi="Verdana" w:cs="Lucida Sans Unicode"/>
          <w:i/>
          <w:sz w:val="24"/>
          <w:szCs w:val="24"/>
          <w:shd w:val="clear" w:color="auto" w:fill="FAFBFC"/>
        </w:rPr>
        <w:t xml:space="preserve"> </w:t>
      </w:r>
      <w:proofErr w:type="spellStart"/>
      <w:r w:rsidR="00B56FFF" w:rsidRPr="00FD665D">
        <w:rPr>
          <w:rStyle w:val="Collegamentoipertestuale"/>
          <w:rFonts w:ascii="Verdana" w:hAnsi="Verdana" w:cs="Lucida Sans Unicode"/>
          <w:i/>
          <w:sz w:val="24"/>
          <w:szCs w:val="24"/>
          <w:shd w:val="clear" w:color="auto" w:fill="FAFBFC"/>
        </w:rPr>
        <w:t>Flashmas</w:t>
      </w:r>
      <w:proofErr w:type="spellEnd"/>
      <w:r w:rsidR="00FD665D">
        <w:rPr>
          <w:rStyle w:val="apple-style-span"/>
          <w:rFonts w:ascii="Verdana" w:hAnsi="Verdana" w:cs="Lucida Sans Unicode"/>
          <w:i/>
          <w:color w:val="000000"/>
          <w:sz w:val="24"/>
          <w:szCs w:val="24"/>
          <w:shd w:val="clear" w:color="auto" w:fill="FAFBFC"/>
        </w:rPr>
        <w:fldChar w:fldCharType="end"/>
      </w:r>
      <w:r w:rsidR="00B56FFF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”,</w:t>
      </w:r>
      <w:r w:rsidR="00B56FFF" w:rsidRPr="00580D11">
        <w:rPr>
          <w:rStyle w:val="apple-converted-space"/>
          <w:rFonts w:ascii="Verdana" w:hAnsi="Verdana" w:cs="Lucida Sans Unicode"/>
          <w:color w:val="000000"/>
          <w:sz w:val="24"/>
          <w:szCs w:val="24"/>
          <w:shd w:val="clear" w:color="auto" w:fill="FAFBFC"/>
        </w:rPr>
        <w:t> </w:t>
      </w:r>
      <w:r w:rsidR="00B56FFF" w:rsidRPr="00580D11">
        <w:rPr>
          <w:rStyle w:val="Enfasigrassetto"/>
          <w:rFonts w:ascii="Verdana" w:hAnsi="Verdana" w:cs="Lucida Sans Unicode"/>
          <w:color w:val="000000"/>
          <w:sz w:val="24"/>
          <w:szCs w:val="24"/>
          <w:shd w:val="clear" w:color="auto" w:fill="FAFBFC"/>
        </w:rPr>
        <w:t>un evento dedicato ai bambini ed a tutti i giovani</w:t>
      </w:r>
      <w:r w:rsidR="00B56FFF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, futuro e speranza del nostro Paese, ma anche</w:t>
      </w:r>
      <w:r w:rsidR="00B56FFF" w:rsidRPr="00580D11">
        <w:rPr>
          <w:rStyle w:val="apple-converted-space"/>
          <w:rFonts w:ascii="Verdana" w:hAnsi="Verdana" w:cs="Lucida Sans Unicode"/>
          <w:color w:val="000000"/>
          <w:sz w:val="24"/>
          <w:szCs w:val="24"/>
          <w:shd w:val="clear" w:color="auto" w:fill="FAFBFC"/>
        </w:rPr>
        <w:t> </w:t>
      </w:r>
      <w:r w:rsidR="00B56FFF" w:rsidRPr="00580D11">
        <w:rPr>
          <w:rStyle w:val="Enfasigrassetto"/>
          <w:rFonts w:ascii="Verdana" w:hAnsi="Verdana" w:cs="Lucida Sans Unicode"/>
          <w:color w:val="000000"/>
          <w:sz w:val="24"/>
          <w:szCs w:val="24"/>
          <w:shd w:val="clear" w:color="auto" w:fill="FAFBFC"/>
        </w:rPr>
        <w:t>ai grandi</w:t>
      </w:r>
      <w:r w:rsidR="00B56FFF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, che non hanno timore di divertirsi e vogliono farlo</w:t>
      </w:r>
      <w:r w:rsidR="00B56FFF" w:rsidRPr="00580D11">
        <w:rPr>
          <w:rStyle w:val="apple-converted-space"/>
          <w:rFonts w:ascii="Verdana" w:hAnsi="Verdana" w:cs="Lucida Sans Unicode"/>
          <w:color w:val="000000"/>
          <w:sz w:val="24"/>
          <w:szCs w:val="24"/>
          <w:shd w:val="clear" w:color="auto" w:fill="FAFBFC"/>
        </w:rPr>
        <w:t> </w:t>
      </w:r>
      <w:r w:rsidR="00B56FFF" w:rsidRPr="00580D11">
        <w:rPr>
          <w:rStyle w:val="Enfasigrassetto"/>
          <w:rFonts w:ascii="Verdana" w:hAnsi="Verdana" w:cs="Lucida Sans Unicode"/>
          <w:color w:val="000000"/>
          <w:sz w:val="24"/>
          <w:szCs w:val="24"/>
          <w:shd w:val="clear" w:color="auto" w:fill="FAFBFC"/>
        </w:rPr>
        <w:t>in modo del tutto originale</w:t>
      </w:r>
      <w:r w:rsidR="00B56FFF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.</w:t>
      </w:r>
    </w:p>
    <w:p w:rsidR="00B56FFF" w:rsidRPr="00580D11" w:rsidRDefault="00B56FFF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Si tratterà del primo flash</w:t>
      </w:r>
      <w:r w:rsidR="006F5B9C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</w:t>
      </w:r>
      <w:r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mob </w:t>
      </w:r>
      <w:r w:rsidRPr="00A25CE5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dedicato principalmente ai bambini</w:t>
      </w:r>
      <w:r w:rsidR="00591FBB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, che rappresentano senza ombra di dubbio </w:t>
      </w:r>
      <w:r w:rsidR="00591FBB" w:rsidRPr="00A25CE5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i</w:t>
      </w:r>
      <w:r w:rsidR="001A4A7D" w:rsidRPr="00A25CE5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l</w:t>
      </w:r>
      <w:r w:rsidR="00591FBB" w:rsidRPr="00A25CE5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 xml:space="preserve"> nostro domani</w:t>
      </w:r>
      <w:r w:rsidR="00591FBB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, che </w:t>
      </w:r>
      <w:r w:rsid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speriamo</w:t>
      </w:r>
      <w:r w:rsidR="00591FBB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sia il più roseo e positivo possibile per tutti noi. </w:t>
      </w:r>
    </w:p>
    <w:p w:rsidR="00591FBB" w:rsidRPr="001A4A7D" w:rsidRDefault="00591FBB" w:rsidP="001A4A7D">
      <w:pPr>
        <w:spacing w:line="360" w:lineRule="auto"/>
        <w:jc w:val="both"/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</w:pPr>
      <w:r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Proprio perché</w:t>
      </w:r>
      <w:r w:rsid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il futuro </w:t>
      </w:r>
      <w:r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è di noi tutti e dobbiamo contribuire anc</w:t>
      </w:r>
      <w:r w:rsidR="006F5B9C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he insieme a far</w:t>
      </w:r>
      <w:r w:rsidR="00F432A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sì</w:t>
      </w:r>
      <w:r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che sia migliore, </w:t>
      </w:r>
      <w:proofErr w:type="spellStart"/>
      <w:r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Merry</w:t>
      </w:r>
      <w:proofErr w:type="spellEnd"/>
      <w:r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 xml:space="preserve"> </w:t>
      </w:r>
      <w:proofErr w:type="spellStart"/>
      <w:r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Flashm</w:t>
      </w:r>
      <w:r w:rsidR="00FC4481"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as</w:t>
      </w:r>
      <w:proofErr w:type="spellEnd"/>
      <w:r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 xml:space="preserve"> nasce con un occhio di riguardo ai più piccoli, ma è aperto e invita a partecipare tutti</w:t>
      </w:r>
      <w:r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, ragazzi ed adulti, proprio perché l’intento è quello di </w:t>
      </w:r>
      <w:r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 xml:space="preserve">fare a tutti degli auguri speciali </w:t>
      </w:r>
      <w:r w:rsidR="00580D11"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 xml:space="preserve">e pieni di </w:t>
      </w:r>
      <w:r w:rsidR="00F432A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auspicio</w:t>
      </w:r>
      <w:r w:rsidR="00580D11"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 xml:space="preserve"> per un</w:t>
      </w:r>
      <w:r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 xml:space="preserve"> buon </w:t>
      </w:r>
      <w:r w:rsidR="00580D11"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Natale!</w:t>
      </w:r>
    </w:p>
    <w:p w:rsidR="00FC4481" w:rsidRPr="00580D11" w:rsidRDefault="00FC4481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 w:rsidRPr="00FC448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Per tenere alto l’entusiasmo 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e far divertire i più piccini, </w:t>
      </w:r>
      <w:r w:rsidRPr="00FC448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fino 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d</w:t>
      </w:r>
      <w:r w:rsidRPr="00FC448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all’inizio del flash mob, ci sarà con noi </w:t>
      </w:r>
      <w:hyperlink r:id="rId5" w:history="1">
        <w:r w:rsidRPr="00FC4481">
          <w:rPr>
            <w:rStyle w:val="Collegamentoipertestuale"/>
            <w:rFonts w:ascii="Verdana" w:hAnsi="Verdana" w:cs="Lucida Sans Unicode"/>
            <w:sz w:val="24"/>
            <w:szCs w:val="24"/>
            <w:shd w:val="clear" w:color="auto" w:fill="FAFBFC"/>
          </w:rPr>
          <w:t xml:space="preserve">Mr. </w:t>
        </w:r>
        <w:proofErr w:type="spellStart"/>
        <w:r w:rsidRPr="00FC4481">
          <w:rPr>
            <w:rStyle w:val="Collegamentoipertestuale"/>
            <w:rFonts w:ascii="Verdana" w:hAnsi="Verdana" w:cs="Lucida Sans Unicode"/>
            <w:sz w:val="24"/>
            <w:szCs w:val="24"/>
            <w:shd w:val="clear" w:color="auto" w:fill="FAFBFC"/>
          </w:rPr>
          <w:t>Cioffo</w:t>
        </w:r>
        <w:proofErr w:type="spellEnd"/>
      </w:hyperlink>
      <w:r w:rsidRPr="00FC448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, un grande clown/intrattenitore maestro della risata e del buon umore!</w:t>
      </w:r>
    </w:p>
    <w:p w:rsidR="00580D11" w:rsidRPr="00580D11" w:rsidRDefault="00580D11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Il ritrovo sarà all’</w:t>
      </w:r>
      <w:r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 xml:space="preserve">Arco della Pace </w:t>
      </w:r>
      <w:r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alle ore </w:t>
      </w:r>
      <w:r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16:00</w:t>
      </w:r>
      <w:r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di </w:t>
      </w:r>
      <w:r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sabato 17 dicembre 2011</w:t>
      </w:r>
      <w:r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: appena conclusosi il tramonto </w:t>
      </w:r>
      <w:r w:rsid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si darà il via a “</w:t>
      </w:r>
      <w:proofErr w:type="spellStart"/>
      <w:r w:rsidR="001A4A7D" w:rsidRPr="001A4A7D">
        <w:rPr>
          <w:rStyle w:val="apple-style-span"/>
          <w:rFonts w:ascii="Verdana" w:hAnsi="Verdana" w:cs="Lucida Sans Unicode"/>
          <w:b/>
          <w:i/>
          <w:color w:val="000000"/>
          <w:sz w:val="24"/>
          <w:szCs w:val="24"/>
          <w:shd w:val="clear" w:color="auto" w:fill="FAFBFC"/>
        </w:rPr>
        <w:t>Merry</w:t>
      </w:r>
      <w:proofErr w:type="spellEnd"/>
      <w:r w:rsidR="001A4A7D" w:rsidRPr="001A4A7D">
        <w:rPr>
          <w:rStyle w:val="apple-style-span"/>
          <w:rFonts w:ascii="Verdana" w:hAnsi="Verdana" w:cs="Lucida Sans Unicode"/>
          <w:b/>
          <w:i/>
          <w:color w:val="000000"/>
          <w:sz w:val="24"/>
          <w:szCs w:val="24"/>
          <w:shd w:val="clear" w:color="auto" w:fill="FAFBFC"/>
        </w:rPr>
        <w:t xml:space="preserve"> </w:t>
      </w:r>
      <w:proofErr w:type="spellStart"/>
      <w:r w:rsidR="001A4A7D" w:rsidRPr="001A4A7D">
        <w:rPr>
          <w:rStyle w:val="apple-style-span"/>
          <w:rFonts w:ascii="Verdana" w:hAnsi="Verdana" w:cs="Lucida Sans Unicode"/>
          <w:b/>
          <w:i/>
          <w:color w:val="000000"/>
          <w:sz w:val="24"/>
          <w:szCs w:val="24"/>
          <w:shd w:val="clear" w:color="auto" w:fill="FAFBFC"/>
        </w:rPr>
        <w:t>Flashmas</w:t>
      </w:r>
      <w:proofErr w:type="spellEnd"/>
      <w:r w:rsid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”.</w:t>
      </w:r>
      <w:r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</w:t>
      </w:r>
    </w:p>
    <w:p w:rsidR="00C47DED" w:rsidRDefault="00D420FE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lastRenderedPageBreak/>
        <w:t xml:space="preserve">I </w:t>
      </w:r>
      <w:r w:rsidR="00580D11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partecipanti verranno coordinati e disposti in modo da </w:t>
      </w:r>
      <w:r w:rsidR="00580D11"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creare tutti</w:t>
      </w:r>
      <w:r w:rsidR="00580D11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insieme, mediante </w:t>
      </w:r>
      <w:proofErr w:type="spellStart"/>
      <w:r w:rsidR="00580D11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glow</w:t>
      </w:r>
      <w:proofErr w:type="spellEnd"/>
      <w:r w:rsidR="00580D11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</w:t>
      </w:r>
      <w:proofErr w:type="spellStart"/>
      <w:r w:rsidR="00580D11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stick</w:t>
      </w:r>
      <w:proofErr w:type="spellEnd"/>
      <w:r w:rsidR="00580D11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, </w:t>
      </w:r>
      <w:proofErr w:type="spellStart"/>
      <w:r w:rsidR="00580D11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lightstick</w:t>
      </w:r>
      <w:proofErr w:type="spellEnd"/>
      <w:r w:rsidR="00580D11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(barrette luminescenti di vari colori) e palloncini luminosi, </w:t>
      </w:r>
      <w:r w:rsidR="00580D11" w:rsidRPr="001A4A7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un enorme albero di Natale</w:t>
      </w:r>
      <w:r w:rsidR="00580D11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, che verrà ripreso dalla Torre Branca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e da terra</w:t>
      </w:r>
      <w:r w:rsidR="00580D11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.</w:t>
      </w:r>
    </w:p>
    <w:p w:rsidR="00580D11" w:rsidRDefault="00C47DED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R</w:t>
      </w:r>
      <w:r w:rsidR="00580D11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agazzi più grandi e adulti creeranno il perimetro dell’albero, mentre i bambini </w:t>
      </w:r>
      <w:r w:rsidR="00F432A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staranno</w:t>
      </w:r>
      <w:r w:rsidR="00580D11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all’interno: tutti avranno tra le mani un “oggetto” luminoso, simulando così le </w:t>
      </w:r>
      <w:r w:rsidR="00580D11" w:rsidRPr="00D420FE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tipiche luminarie e decorazioni degli alberi natalizi</w:t>
      </w:r>
      <w:r w:rsidR="00580D11" w:rsidRPr="00580D1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.</w:t>
      </w:r>
    </w:p>
    <w:p w:rsidR="00440C50" w:rsidRPr="00AA4AE3" w:rsidRDefault="00D420FE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Verrà chiesto, inoltre,</w:t>
      </w:r>
      <w:r w:rsidR="00580D11" w:rsidRP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a tutti i partecipanti di utilizzare le proprie </w:t>
      </w:r>
      <w:r w:rsidR="00580D11" w:rsidRPr="00D420FE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fotocamere</w:t>
      </w:r>
      <w:r w:rsidR="00580D11" w:rsidRP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con </w:t>
      </w:r>
      <w:r w:rsidR="00580D11" w:rsidRPr="00D420FE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flash attivato</w:t>
      </w:r>
      <w:r w:rsidR="00580D11" w:rsidRP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, per creare un maggior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,</w:t>
      </w:r>
      <w:r w:rsidR="00580D11" w:rsidRP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</w:t>
      </w:r>
      <w:r w:rsidR="006F5B9C" w:rsidRP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e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d</w:t>
      </w:r>
      <w:r w:rsidR="006F5B9C" w:rsidRP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ulteriore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,</w:t>
      </w:r>
      <w:r w:rsidR="006F5B9C" w:rsidRP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effetto </w:t>
      </w:r>
      <w:r w:rsidR="00580D11" w:rsidRP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luccichio del nostro albero.</w:t>
      </w:r>
    </w:p>
    <w:p w:rsidR="00291776" w:rsidRDefault="00D420FE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Al</w:t>
      </w:r>
      <w:r w:rsidR="006F5B9C" w:rsidRPr="006F5B9C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termine del flash mob verranno accese e fat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t</w:t>
      </w:r>
      <w:r w:rsidR="006F5B9C" w:rsidRPr="006F5B9C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e v</w:t>
      </w:r>
      <w:r w:rsidR="00C47DE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olare in cielo </w:t>
      </w:r>
      <w:r w:rsidR="00C47DED" w:rsidRPr="00D420FE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 xml:space="preserve">dieci </w:t>
      </w:r>
      <w:proofErr w:type="spellStart"/>
      <w:r w:rsidR="00C47DED" w:rsidRPr="00D420FE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sky</w:t>
      </w:r>
      <w:proofErr w:type="spellEnd"/>
      <w:r w:rsidR="00C47DED" w:rsidRPr="00D420FE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 xml:space="preserve"> </w:t>
      </w:r>
      <w:proofErr w:type="spellStart"/>
      <w:r w:rsidR="00C47DED" w:rsidRPr="00D420FE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lantern</w:t>
      </w:r>
      <w:proofErr w:type="spellEnd"/>
      <w:r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,</w:t>
      </w:r>
      <w:r w:rsidR="006F5B9C" w:rsidRPr="006F5B9C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con un messaggio speciale di auguri per tutta l’Italia!</w:t>
      </w:r>
    </w:p>
    <w:p w:rsidR="00FC4481" w:rsidRPr="00C47DED" w:rsidRDefault="00F432AD" w:rsidP="001A4A7D">
      <w:pPr>
        <w:spacing w:line="360" w:lineRule="auto"/>
        <w:jc w:val="both"/>
        <w:rPr>
          <w:rStyle w:val="apple-style-span"/>
          <w:color w:val="333333"/>
          <w:sz w:val="32"/>
          <w:szCs w:val="17"/>
          <w:shd w:val="clear" w:color="auto" w:fill="FFFFFF"/>
        </w:rPr>
      </w:pPr>
      <w:r w:rsidRPr="00F432A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Sponsor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</w:t>
      </w:r>
      <w:r w:rsidRPr="00F432A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dell’evento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, insieme all’agenzia </w:t>
      </w:r>
      <w:hyperlink r:id="rId6" w:tooltip="Sito istituzionale di Creativi Digitali" w:history="1">
        <w:r w:rsidRPr="00F432AD">
          <w:rPr>
            <w:rStyle w:val="Collegamentoipertestuale"/>
            <w:rFonts w:ascii="Verdana" w:hAnsi="Verdana" w:cs="Lucida Sans Unicode"/>
            <w:sz w:val="24"/>
            <w:szCs w:val="24"/>
            <w:shd w:val="clear" w:color="auto" w:fill="FAFBFC"/>
          </w:rPr>
          <w:t>Creativi Digitali</w:t>
        </w:r>
      </w:hyperlink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, sarà </w:t>
      </w:r>
      <w:hyperlink r:id="rId7" w:history="1">
        <w:proofErr w:type="spellStart"/>
        <w:r w:rsidR="00FC4481" w:rsidRPr="00FC4481">
          <w:rPr>
            <w:rStyle w:val="Collegamentoipertestuale"/>
            <w:rFonts w:ascii="Verdana" w:hAnsi="Verdana" w:cs="Lucida Sans Unicode"/>
            <w:sz w:val="24"/>
            <w:szCs w:val="24"/>
            <w:shd w:val="clear" w:color="auto" w:fill="FAFBFC"/>
          </w:rPr>
          <w:t>Xlip</w:t>
        </w:r>
        <w:proofErr w:type="spellEnd"/>
      </w:hyperlink>
      <w:r w:rsidR="00FC4481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, </w:t>
      </w:r>
      <w:r w:rsid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azienda produttrice e distributrice di </w:t>
      </w:r>
      <w:r w:rsidR="001A4A7D" w:rsidRP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intimo quotidiano, confortevole e di alta qualità</w:t>
      </w:r>
      <w:r w:rsid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, 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ch</w:t>
      </w:r>
      <w:r w:rsid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e regalerà ai primi 450 partecipanti la bellissima e pratica </w:t>
      </w:r>
      <w:r w:rsidR="001A4A7D" w:rsidRPr="00AA4AE3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maglia celebrativa del flash mob</w:t>
      </w:r>
      <w:r w:rsidR="001A4A7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, un oggetto da conservare e sfoggiare in ricordo di un momento speciale e da ricordare.</w:t>
      </w:r>
    </w:p>
    <w:p w:rsidR="006F5B9C" w:rsidRDefault="006F5B9C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Per tutti coloro</w:t>
      </w:r>
      <w:r w:rsidR="00D420FE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che saranno presenti si tratte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rà sicuramente di un momento realmente suggestivo ed emozionante</w:t>
      </w:r>
      <w:r w:rsidR="00C47DE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: nessuno e nemmeno noi </w:t>
      </w:r>
      <w:r w:rsidR="00D420FE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di Flash </w:t>
      </w:r>
      <w:proofErr w:type="spellStart"/>
      <w:r w:rsidR="00D420FE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Mob</w:t>
      </w:r>
      <w:proofErr w:type="spellEnd"/>
      <w:r w:rsidR="00D420FE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Milano, possiamo </w:t>
      </w:r>
      <w:r w:rsidR="00F432A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ignorare</w:t>
      </w:r>
      <w:r w:rsidR="00C47DE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il periodo difficile e di disagio che sta affrontando il nostro </w:t>
      </w:r>
      <w:r w:rsidR="00F432A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P</w:t>
      </w:r>
      <w:r w:rsidR="00C47DE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aese e</w:t>
      </w:r>
      <w:r w:rsidR="00D420FE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,</w:t>
      </w:r>
      <w:r w:rsidR="00C47DE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proprio per questo</w:t>
      </w:r>
      <w:r w:rsidR="00D420FE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, ciò che desideriamo</w:t>
      </w:r>
      <w:r w:rsidR="00C47DE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comunicare e </w:t>
      </w:r>
      <w:r w:rsidR="00D420FE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far percepire è</w:t>
      </w:r>
      <w:r w:rsidR="00C47DE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un</w:t>
      </w:r>
      <w:r w:rsidR="00F432A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messaggio di speranza</w:t>
      </w:r>
      <w:r w:rsidR="00C47DE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.</w:t>
      </w:r>
    </w:p>
    <w:p w:rsidR="00D420FE" w:rsidRDefault="00D420FE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La voglia di cambiamento e miglioramento è riposta proprio in loro: nei bambini e nei più giovani, ai quali affidiamo la nostra fiducia ed ai quali dedichiamo questo </w:t>
      </w:r>
      <w:proofErr w:type="spellStart"/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Merry</w:t>
      </w:r>
      <w:proofErr w:type="spellEnd"/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</w:t>
      </w:r>
      <w:proofErr w:type="spellStart"/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Flashmas</w:t>
      </w:r>
      <w:proofErr w:type="spellEnd"/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: per dare un segno positivo a Milano e, comunque, a tutta l’Italia.</w:t>
      </w:r>
    </w:p>
    <w:p w:rsidR="00C47DED" w:rsidRDefault="00FD665D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proofErr w:type="spellStart"/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Merry</w:t>
      </w:r>
      <w:proofErr w:type="spellEnd"/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Flash, inoltre, sabato 17 dicembre 2011 si prende anche un ulteriore “</w:t>
      </w:r>
      <w:r w:rsidRPr="00D420FE">
        <w:rPr>
          <w:rStyle w:val="apple-style-span"/>
          <w:rFonts w:ascii="Verdana" w:hAnsi="Verdana" w:cs="Lucida Sans Unicode"/>
          <w:i/>
          <w:color w:val="000000"/>
          <w:sz w:val="24"/>
          <w:szCs w:val="24"/>
          <w:shd w:val="clear" w:color="auto" w:fill="FAFBFC"/>
        </w:rPr>
        <w:t>compito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”, che speriamo vivamente di portare a termine grazie anche e 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lastRenderedPageBreak/>
        <w:t xml:space="preserve">soprattutto </w:t>
      </w:r>
      <w:r w:rsidR="00F432A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alla 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partecipazione</w:t>
      </w:r>
      <w:r w:rsidR="00F432A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delle persone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: </w:t>
      </w:r>
      <w:r w:rsidRPr="00FD665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 xml:space="preserve">battere un </w:t>
      </w:r>
      <w:proofErr w:type="spellStart"/>
      <w:r w:rsidRPr="00FD665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Guiness</w:t>
      </w:r>
      <w:proofErr w:type="spellEnd"/>
      <w:r w:rsidRPr="00FD665D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 xml:space="preserve"> World Record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!</w:t>
      </w:r>
    </w:p>
    <w:p w:rsidR="00FD665D" w:rsidRDefault="00FD665D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Il record mondiale di “</w:t>
      </w:r>
      <w:hyperlink r:id="rId8" w:tgtFrame="_blank" w:history="1">
        <w:r w:rsidRPr="00FD665D">
          <w:rPr>
            <w:rStyle w:val="Collegamentoipertestuale"/>
            <w:rFonts w:ascii="Verdana" w:hAnsi="Verdana" w:cs="Lucida Sans Unicode"/>
            <w:sz w:val="24"/>
            <w:szCs w:val="24"/>
            <w:shd w:val="clear" w:color="auto" w:fill="FAFBFC"/>
          </w:rPr>
          <w:t>albero di natale umano più grande</w:t>
        </w:r>
      </w:hyperlink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” risale al dicembre 2010 e se lo è aggiudicato la Germania. </w:t>
      </w:r>
    </w:p>
    <w:p w:rsidR="00FD665D" w:rsidRDefault="00F432AD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Vogliamo superare</w:t>
      </w:r>
      <w:r w:rsidR="00FD665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questo record? Forza allora,</w:t>
      </w:r>
      <w:r w:rsidR="00D420FE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rendiamo ancora più suggestivo l’Arco della Pace di Milano e</w:t>
      </w:r>
      <w:r w:rsidR="00FD665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facciamo l’albero di Natale umano e</w:t>
      </w:r>
      <w:r w:rsidR="00A25CE5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d</w:t>
      </w:r>
      <w:r w:rsidR="00FD665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illuminato più grande </w:t>
      </w:r>
      <w:r w:rsidR="00A25CE5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sovrastando</w:t>
      </w:r>
      <w:r w:rsidR="00FD665D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il record</w:t>
      </w:r>
      <w:r w:rsidR="00A25CE5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esistente</w:t>
      </w: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!</w:t>
      </w:r>
    </w:p>
    <w:p w:rsidR="00F432AD" w:rsidRPr="00A25CE5" w:rsidRDefault="00D420FE" w:rsidP="001A4A7D">
      <w:pPr>
        <w:spacing w:line="360" w:lineRule="auto"/>
        <w:jc w:val="both"/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</w:pPr>
      <w:r w:rsidRPr="00A25CE5">
        <w:rPr>
          <w:rStyle w:val="apple-style-span"/>
          <w:rFonts w:ascii="Verdana" w:hAnsi="Verdana" w:cs="Lucida Sans Unicode"/>
          <w:b/>
          <w:color w:val="000000"/>
          <w:sz w:val="24"/>
          <w:szCs w:val="24"/>
          <w:shd w:val="clear" w:color="auto" w:fill="FAFBFC"/>
        </w:rPr>
        <w:t>Riferimenti:</w:t>
      </w:r>
    </w:p>
    <w:p w:rsidR="00D420FE" w:rsidRDefault="00D420FE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Sito ufficiale Flash </w:t>
      </w:r>
      <w:proofErr w:type="spellStart"/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Mob</w:t>
      </w:r>
      <w:proofErr w:type="spellEnd"/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 Milano</w:t>
      </w:r>
      <w:r w:rsidR="00A25CE5"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: </w:t>
      </w:r>
      <w:hyperlink r:id="rId9" w:history="1">
        <w:r w:rsidR="00A25CE5" w:rsidRPr="00755260">
          <w:rPr>
            <w:rStyle w:val="Collegamentoipertestuale"/>
            <w:rFonts w:ascii="Verdana" w:hAnsi="Verdana" w:cs="Lucida Sans Unicode"/>
            <w:sz w:val="24"/>
            <w:szCs w:val="24"/>
            <w:shd w:val="clear" w:color="auto" w:fill="FAFBFC"/>
          </w:rPr>
          <w:t>http://flashmobmilano.com</w:t>
        </w:r>
      </w:hyperlink>
    </w:p>
    <w:p w:rsidR="00A25CE5" w:rsidRDefault="00A25CE5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Pagina ufficiale Evento su </w:t>
      </w:r>
      <w:proofErr w:type="spellStart"/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Facebook</w:t>
      </w:r>
      <w:proofErr w:type="spellEnd"/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: </w:t>
      </w:r>
      <w:hyperlink r:id="rId10" w:history="1">
        <w:r w:rsidRPr="00755260">
          <w:rPr>
            <w:rStyle w:val="Collegamentoipertestuale"/>
            <w:rFonts w:ascii="Verdana" w:hAnsi="Verdana" w:cs="Lucida Sans Unicode"/>
            <w:sz w:val="24"/>
            <w:szCs w:val="24"/>
            <w:shd w:val="clear" w:color="auto" w:fill="FAFBFC"/>
          </w:rPr>
          <w:t>http://on.fb.me/merry-flashmas-evento</w:t>
        </w:r>
      </w:hyperlink>
    </w:p>
    <w:p w:rsidR="00A25CE5" w:rsidRDefault="00A25CE5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Sito ufficiale Creativi Digitali: </w:t>
      </w:r>
      <w:hyperlink r:id="rId11" w:history="1">
        <w:r w:rsidRPr="00755260">
          <w:rPr>
            <w:rStyle w:val="Collegamentoipertestuale"/>
            <w:rFonts w:ascii="Verdana" w:hAnsi="Verdana" w:cs="Lucida Sans Unicode"/>
            <w:sz w:val="24"/>
            <w:szCs w:val="24"/>
            <w:shd w:val="clear" w:color="auto" w:fill="FAFBFC"/>
          </w:rPr>
          <w:t>http://creatividigitali.com</w:t>
        </w:r>
      </w:hyperlink>
    </w:p>
    <w:p w:rsidR="00A25CE5" w:rsidRDefault="00A25CE5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Sito ufficiale </w:t>
      </w:r>
      <w:proofErr w:type="spellStart"/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>Xlip</w:t>
      </w:r>
      <w:proofErr w:type="spellEnd"/>
      <w:r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  <w:t xml:space="preserve">: </w:t>
      </w:r>
      <w:hyperlink r:id="rId12" w:history="1">
        <w:r w:rsidRPr="00755260">
          <w:rPr>
            <w:rStyle w:val="Collegamentoipertestuale"/>
            <w:rFonts w:ascii="Verdana" w:hAnsi="Verdana" w:cs="Lucida Sans Unicode"/>
            <w:sz w:val="24"/>
            <w:szCs w:val="24"/>
            <w:shd w:val="clear" w:color="auto" w:fill="FAFBFC"/>
          </w:rPr>
          <w:t>http://www.xlip.com</w:t>
        </w:r>
      </w:hyperlink>
    </w:p>
    <w:p w:rsidR="00A25CE5" w:rsidRDefault="00A25CE5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</w:p>
    <w:p w:rsidR="00C47DED" w:rsidRPr="006F5B9C" w:rsidRDefault="00C47DED" w:rsidP="001A4A7D">
      <w:pPr>
        <w:spacing w:line="360" w:lineRule="auto"/>
        <w:jc w:val="both"/>
        <w:rPr>
          <w:rStyle w:val="apple-style-span"/>
          <w:rFonts w:ascii="Verdana" w:hAnsi="Verdana" w:cs="Lucida Sans Unicode"/>
          <w:color w:val="000000"/>
          <w:sz w:val="24"/>
          <w:szCs w:val="24"/>
          <w:shd w:val="clear" w:color="auto" w:fill="FAFBFC"/>
        </w:rPr>
      </w:pPr>
    </w:p>
    <w:p w:rsidR="00291776" w:rsidRPr="00FD665D" w:rsidRDefault="00291776" w:rsidP="00FD665D">
      <w:pPr>
        <w:suppressAutoHyphens w:val="0"/>
        <w:spacing w:after="0" w:line="240" w:lineRule="auto"/>
        <w:jc w:val="both"/>
        <w:rPr>
          <w:b/>
        </w:rPr>
      </w:pPr>
    </w:p>
    <w:sectPr w:rsidR="00291776" w:rsidRPr="00FD66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76"/>
    <w:rsid w:val="001A4A7D"/>
    <w:rsid w:val="00291776"/>
    <w:rsid w:val="00440C50"/>
    <w:rsid w:val="00580D11"/>
    <w:rsid w:val="00591FBB"/>
    <w:rsid w:val="00674B95"/>
    <w:rsid w:val="006F5B9C"/>
    <w:rsid w:val="00726B8E"/>
    <w:rsid w:val="00A25CE5"/>
    <w:rsid w:val="00AA4AE3"/>
    <w:rsid w:val="00B56FFF"/>
    <w:rsid w:val="00B8291D"/>
    <w:rsid w:val="00C47DED"/>
    <w:rsid w:val="00C94C8B"/>
    <w:rsid w:val="00D420FE"/>
    <w:rsid w:val="00F432AD"/>
    <w:rsid w:val="00FC4481"/>
    <w:rsid w:val="00FD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1776"/>
    <w:pPr>
      <w:suppressAutoHyphens/>
    </w:pPr>
    <w:rPr>
      <w:rFonts w:ascii="Calibri" w:eastAsia="Calibri" w:hAnsi="Calibri" w:cs="Calibri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1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1776"/>
    <w:rPr>
      <w:rFonts w:ascii="Tahoma" w:eastAsia="Calibri" w:hAnsi="Tahoma" w:cs="Tahoma"/>
      <w:sz w:val="16"/>
      <w:szCs w:val="16"/>
      <w:lang w:eastAsia="ar-SA"/>
    </w:rPr>
  </w:style>
  <w:style w:type="character" w:customStyle="1" w:styleId="apple-style-span">
    <w:name w:val="apple-style-span"/>
    <w:basedOn w:val="Carpredefinitoparagrafo"/>
    <w:rsid w:val="00291776"/>
  </w:style>
  <w:style w:type="character" w:customStyle="1" w:styleId="textexposedshow">
    <w:name w:val="text_exposed_show"/>
    <w:basedOn w:val="Carpredefinitoparagrafo"/>
    <w:rsid w:val="00291776"/>
  </w:style>
  <w:style w:type="character" w:customStyle="1" w:styleId="apple-converted-space">
    <w:name w:val="apple-converted-space"/>
    <w:basedOn w:val="Carpredefinitoparagrafo"/>
    <w:rsid w:val="00291776"/>
  </w:style>
  <w:style w:type="character" w:styleId="Enfasigrassetto">
    <w:name w:val="Strong"/>
    <w:basedOn w:val="Carpredefinitoparagrafo"/>
    <w:uiPriority w:val="22"/>
    <w:qFormat/>
    <w:rsid w:val="00B56FFF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FD66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1776"/>
    <w:pPr>
      <w:suppressAutoHyphens/>
    </w:pPr>
    <w:rPr>
      <w:rFonts w:ascii="Calibri" w:eastAsia="Calibri" w:hAnsi="Calibri" w:cs="Calibri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1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1776"/>
    <w:rPr>
      <w:rFonts w:ascii="Tahoma" w:eastAsia="Calibri" w:hAnsi="Tahoma" w:cs="Tahoma"/>
      <w:sz w:val="16"/>
      <w:szCs w:val="16"/>
      <w:lang w:eastAsia="ar-SA"/>
    </w:rPr>
  </w:style>
  <w:style w:type="character" w:customStyle="1" w:styleId="apple-style-span">
    <w:name w:val="apple-style-span"/>
    <w:basedOn w:val="Carpredefinitoparagrafo"/>
    <w:rsid w:val="00291776"/>
  </w:style>
  <w:style w:type="character" w:customStyle="1" w:styleId="textexposedshow">
    <w:name w:val="text_exposed_show"/>
    <w:basedOn w:val="Carpredefinitoparagrafo"/>
    <w:rsid w:val="00291776"/>
  </w:style>
  <w:style w:type="character" w:customStyle="1" w:styleId="apple-converted-space">
    <w:name w:val="apple-converted-space"/>
    <w:basedOn w:val="Carpredefinitoparagrafo"/>
    <w:rsid w:val="00291776"/>
  </w:style>
  <w:style w:type="character" w:styleId="Enfasigrassetto">
    <w:name w:val="Strong"/>
    <w:basedOn w:val="Carpredefinitoparagrafo"/>
    <w:uiPriority w:val="22"/>
    <w:qFormat/>
    <w:rsid w:val="00B56FFF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FD66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9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innessworldrecords.com/records-4000/largest-human-christmas-tre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pages/XLIP-Vesti-il-tuo-intimo/77332566637" TargetMode="External"/><Relationship Id="rId12" Type="http://schemas.openxmlformats.org/officeDocument/2006/relationships/hyperlink" Target="http://www.xlip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reatividigitali.com" TargetMode="External"/><Relationship Id="rId11" Type="http://schemas.openxmlformats.org/officeDocument/2006/relationships/hyperlink" Target="http://creatividigitali.com" TargetMode="External"/><Relationship Id="rId5" Type="http://schemas.openxmlformats.org/officeDocument/2006/relationships/hyperlink" Target="http://www.mrcioffo.com/" TargetMode="External"/><Relationship Id="rId10" Type="http://schemas.openxmlformats.org/officeDocument/2006/relationships/hyperlink" Target="http://on.fb.me/merry-flashmas-event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lashmobmilan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2095AD75</Template>
  <TotalTime>448</TotalTime>
  <Pages>3</Pages>
  <Words>640</Words>
  <Characters>3970</Characters>
  <Application>Microsoft Office Word</Application>
  <DocSecurity>0</DocSecurity>
  <Lines>90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</dc:creator>
  <cp:lastModifiedBy>Cristina</cp:lastModifiedBy>
  <cp:revision>12</cp:revision>
  <dcterms:created xsi:type="dcterms:W3CDTF">2011-11-14T09:41:00Z</dcterms:created>
  <dcterms:modified xsi:type="dcterms:W3CDTF">2011-11-14T17:34:00Z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